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5" w:rsidRPr="000A56A2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56A2">
        <w:rPr>
          <w:rFonts w:ascii="Times New Roman" w:hAnsi="Times New Roman"/>
          <w:sz w:val="28"/>
          <w:szCs w:val="28"/>
        </w:rPr>
        <w:t>ИНФОРМАЦИЯ</w:t>
      </w:r>
    </w:p>
    <w:p w:rsidR="00933B75" w:rsidRPr="000A56A2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56A2">
        <w:rPr>
          <w:rFonts w:ascii="Times New Roman" w:hAnsi="Times New Roman"/>
          <w:sz w:val="28"/>
          <w:szCs w:val="28"/>
        </w:rPr>
        <w:t>о малом и среднем предпринимательстве  на территории</w:t>
      </w:r>
    </w:p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Краснокосаровск</w:t>
      </w:r>
      <w:r w:rsidRPr="000A56A2">
        <w:rPr>
          <w:rFonts w:ascii="Times New Roman" w:hAnsi="Times New Roman"/>
          <w:sz w:val="28"/>
          <w:szCs w:val="28"/>
        </w:rPr>
        <w:t>ого сельского поселения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6"/>
        <w:gridCol w:w="2410"/>
        <w:gridCol w:w="2268"/>
        <w:gridCol w:w="4076"/>
      </w:tblGrid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663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Предприятия и организации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Число замещенных рабочих мест (чел)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Классификация по видам  экономической  деятельности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33B75" w:rsidRPr="004A6638" w:rsidRDefault="00933B75" w:rsidP="0008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Тимошенко Татьяна Евгеньевна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082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52.24 Розничная торговля хлебом, хлебобулочными, кондитерскими  изделиями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Тимошенко Игорь Иванович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56.62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Розничная торговля в палатках и на рынках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Лещева Валентина Владимировна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93.05 Предоставление прочих персональных услуг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 Александр Иванович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52.11 Розничная торговля в не специализированных магазинах,  преимущественно пищевыми продуктами включая напитки и табачные изделия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Снопов Иван Романович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Рыночная торговля сувенирами, изделиями народных художеств, промыслов, предметами культового и религиозного назначения, похоронными принадлежностями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Купреенко Олеся Александровна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52.</w:t>
            </w:r>
            <w:r>
              <w:rPr>
                <w:rFonts w:ascii="Times New Roman" w:hAnsi="Times New Roman"/>
                <w:sz w:val="24"/>
                <w:szCs w:val="24"/>
              </w:rPr>
              <w:t>43.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 xml:space="preserve">1 Розничная торговля в </w:t>
            </w:r>
            <w:r>
              <w:rPr>
                <w:rFonts w:ascii="Times New Roman" w:hAnsi="Times New Roman"/>
                <w:sz w:val="24"/>
                <w:szCs w:val="24"/>
              </w:rPr>
              <w:t>обувью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Меньшиков Александр Александрович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 Выращивание картофеля, столовых корнеплодов и клубнеплодных культур с высоким содержание крахмала.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Литвинова Татьяна Михайловна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Розничная торговля в не специализированных магазинах,  преимущественно пищевыми продуктами включая напитки и табачные изделия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Аксененко Татьяна Ивановна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FD3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Розничная торговля в не специализированных магазинах,  преимущественно пищевыми продуктами включая напитки и табачные изделия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Веремьева Галина Николаевна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93.05 Предоставление прочих персональных услуг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Хомякова Станислав Александрович</w:t>
            </w:r>
          </w:p>
        </w:tc>
        <w:tc>
          <w:tcPr>
            <w:tcW w:w="2268" w:type="dxa"/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52.42 Розничная одежда одеждой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Ворочай Алла Ивановна</w:t>
            </w:r>
          </w:p>
        </w:tc>
        <w:tc>
          <w:tcPr>
            <w:tcW w:w="2268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52.33 Розничная торговля косметическими и парфюмерными товарами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Литвинова Елена Ивановна</w:t>
            </w:r>
          </w:p>
        </w:tc>
        <w:tc>
          <w:tcPr>
            <w:tcW w:w="2268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76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01.23 Разведение свиней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Хомяков Владимир Иванович</w:t>
            </w:r>
          </w:p>
        </w:tc>
        <w:tc>
          <w:tcPr>
            <w:tcW w:w="2268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60.24 Деятельность автомобильного грузового транспорта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Пыжков Александр Петрович </w:t>
            </w:r>
          </w:p>
        </w:tc>
        <w:tc>
          <w:tcPr>
            <w:tcW w:w="2268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60.21.1 Деятельность автомобильного пассажирского транспорта, подчиняющего расписанию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Власенко Наталья Александровна</w:t>
            </w:r>
          </w:p>
        </w:tc>
        <w:tc>
          <w:tcPr>
            <w:tcW w:w="2268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52.11 Розничная торговля в не специализированных магазинах,  преимущественно пищевыми продуктами включая напитки и табачные изделия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Сехин Александр Александрович</w:t>
            </w:r>
          </w:p>
        </w:tc>
        <w:tc>
          <w:tcPr>
            <w:tcW w:w="2268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60.22 Деятельность такси</w:t>
            </w:r>
          </w:p>
        </w:tc>
      </w:tr>
      <w:tr w:rsidR="00933B75" w:rsidRPr="004A6638" w:rsidTr="00CB4585">
        <w:tc>
          <w:tcPr>
            <w:tcW w:w="816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Капранова Наталья Владимировна</w:t>
            </w:r>
          </w:p>
        </w:tc>
        <w:tc>
          <w:tcPr>
            <w:tcW w:w="2268" w:type="dxa"/>
          </w:tcPr>
          <w:p w:rsidR="00933B75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52.46.7 Розничная торговля строительными материалами, не включенными в другие группировки</w:t>
            </w:r>
          </w:p>
        </w:tc>
      </w:tr>
    </w:tbl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Количество  субъектов малого и среднего предпринимательства, занятых в сфере индивидуальной предпринимательской деятельности,  по видам экономической деятельности (человек)</w:t>
      </w: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КРАСНОКОСАРОВСКОЕ СЕЛЬСКОЕ ПОСЕЛЕНИЕ</w:t>
      </w:r>
    </w:p>
    <w:p w:rsidR="00933B75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Pr="00283810" w:rsidRDefault="00933B75" w:rsidP="0028381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9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1"/>
        <w:gridCol w:w="847"/>
        <w:gridCol w:w="2132"/>
        <w:gridCol w:w="2160"/>
        <w:gridCol w:w="1080"/>
        <w:gridCol w:w="1436"/>
      </w:tblGrid>
      <w:tr w:rsidR="00933B75" w:rsidRPr="004A6638" w:rsidTr="004A6638"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6638">
              <w:rPr>
                <w:rFonts w:ascii="Times New Roman" w:hAnsi="Times New Roman"/>
                <w:b/>
                <w:sz w:val="24"/>
                <w:szCs w:val="24"/>
              </w:rPr>
              <w:t>в том числе по видам экономической деятельности</w:t>
            </w:r>
          </w:p>
        </w:tc>
      </w:tr>
      <w:tr w:rsidR="00933B75" w:rsidRPr="004A6638" w:rsidTr="00C1552F"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Default="00933B75" w:rsidP="004A66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Разведение свиней</w:t>
            </w:r>
          </w:p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Выращивание картофеля, столовых корнеплодов и клубнеплодных культур с высоким содержание крахмала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638">
              <w:rPr>
                <w:rFonts w:ascii="Times New Roman" w:hAnsi="Times New Roman"/>
                <w:sz w:val="20"/>
                <w:szCs w:val="20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638">
              <w:rPr>
                <w:rFonts w:ascii="Times New Roman" w:hAnsi="Times New Roman"/>
                <w:sz w:val="20"/>
                <w:szCs w:val="20"/>
              </w:rPr>
              <w:t>Транспорт и связь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638">
              <w:rPr>
                <w:rFonts w:ascii="Times New Roman" w:hAnsi="Times New Roman"/>
                <w:sz w:val="20"/>
                <w:szCs w:val="20"/>
              </w:rPr>
              <w:t>Предоставление прочих коммунальных, социальных и персональных услуг</w:t>
            </w:r>
          </w:p>
        </w:tc>
      </w:tr>
      <w:tr w:rsidR="00933B75" w:rsidRPr="004A6638" w:rsidTr="00C1552F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Краснокосаровск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 xml:space="preserve">ое  сельское поселение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933B75" w:rsidRDefault="00933B75" w:rsidP="001666DB"/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3B75" w:rsidRDefault="00933B75" w:rsidP="001102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3B75" w:rsidRDefault="00933B75" w:rsidP="00110291">
      <w:pPr>
        <w:spacing w:after="0" w:line="240" w:lineRule="auto"/>
        <w:rPr>
          <w:rFonts w:ascii="Times New Roman" w:hAnsi="Times New Roman"/>
          <w:sz w:val="28"/>
          <w:szCs w:val="28"/>
        </w:rPr>
        <w:sectPr w:rsidR="00933B75" w:rsidSect="001102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3B75" w:rsidRDefault="00933B75" w:rsidP="0011029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Количество работников субъектов малого и среднего предпринимательства, занятых в сфере индивидуальной предпринимательской деятельности,  по видам экономической деятельности (человек)</w:t>
      </w:r>
    </w:p>
    <w:p w:rsidR="00933B75" w:rsidRDefault="00933B75" w:rsidP="0011029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КРАСНОКОСАРОВСКОЕ СЕЛЬСКОЕ ПОСЕЛЕНИЕ</w:t>
      </w:r>
    </w:p>
    <w:p w:rsidR="00933B75" w:rsidRDefault="00933B75" w:rsidP="0011029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33B75" w:rsidRPr="00283810" w:rsidRDefault="00933B75" w:rsidP="0011029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54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1"/>
        <w:gridCol w:w="819"/>
        <w:gridCol w:w="2160"/>
        <w:gridCol w:w="2124"/>
        <w:gridCol w:w="1116"/>
        <w:gridCol w:w="1294"/>
      </w:tblGrid>
      <w:tr w:rsidR="00933B75" w:rsidRPr="004A6638" w:rsidTr="00C1552F"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38">
              <w:rPr>
                <w:rFonts w:ascii="Times New Roman" w:hAnsi="Times New Roman"/>
                <w:sz w:val="24"/>
                <w:szCs w:val="24"/>
              </w:rPr>
              <w:t>в том числе по видам экономической деятельности</w:t>
            </w:r>
          </w:p>
        </w:tc>
      </w:tr>
      <w:tr w:rsidR="00933B75" w:rsidRPr="004A6638" w:rsidTr="00C1552F"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Default="00933B75" w:rsidP="00FD31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Разведение свиней</w:t>
            </w:r>
          </w:p>
          <w:p w:rsidR="00933B75" w:rsidRPr="004A6638" w:rsidRDefault="00933B75" w:rsidP="00FD31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Выращивание картофеля, столовых корнеплодов и клубнеплодных культур с высоким содержание крахмала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638">
              <w:rPr>
                <w:rFonts w:ascii="Times New Roman" w:hAnsi="Times New Roman"/>
                <w:sz w:val="20"/>
                <w:szCs w:val="20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638">
              <w:rPr>
                <w:rFonts w:ascii="Times New Roman" w:hAnsi="Times New Roman"/>
                <w:sz w:val="20"/>
                <w:szCs w:val="20"/>
              </w:rPr>
              <w:t>Транспорт и связь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6638">
              <w:rPr>
                <w:rFonts w:ascii="Times New Roman" w:hAnsi="Times New Roman"/>
                <w:sz w:val="20"/>
                <w:szCs w:val="20"/>
              </w:rPr>
              <w:t>Предоставление прочих коммунальных, социальных и персональных услуг</w:t>
            </w:r>
          </w:p>
        </w:tc>
      </w:tr>
      <w:tr w:rsidR="00933B75" w:rsidRPr="004A6638" w:rsidTr="00C1552F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Краснокосаровск</w:t>
            </w:r>
            <w:r w:rsidRPr="004A6638">
              <w:rPr>
                <w:rFonts w:ascii="Times New Roman" w:hAnsi="Times New Roman"/>
                <w:sz w:val="24"/>
                <w:szCs w:val="24"/>
              </w:rPr>
              <w:t xml:space="preserve">ое  сельское поселение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663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75" w:rsidRPr="004A6638" w:rsidRDefault="00933B75" w:rsidP="004A66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933B75" w:rsidRDefault="00933B75" w:rsidP="00110291"/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3B75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3B75" w:rsidRPr="000A56A2" w:rsidRDefault="00933B75" w:rsidP="000A56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33B75" w:rsidRPr="000A56A2" w:rsidSect="001102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6A2"/>
    <w:rsid w:val="000152C6"/>
    <w:rsid w:val="00072941"/>
    <w:rsid w:val="00082DB4"/>
    <w:rsid w:val="000A56A2"/>
    <w:rsid w:val="000C6875"/>
    <w:rsid w:val="00110291"/>
    <w:rsid w:val="001666DB"/>
    <w:rsid w:val="0018366C"/>
    <w:rsid w:val="001D5D8B"/>
    <w:rsid w:val="0022499C"/>
    <w:rsid w:val="00283810"/>
    <w:rsid w:val="002C05CB"/>
    <w:rsid w:val="00345C13"/>
    <w:rsid w:val="00407666"/>
    <w:rsid w:val="004A6638"/>
    <w:rsid w:val="00581554"/>
    <w:rsid w:val="006B4CEB"/>
    <w:rsid w:val="006F01AC"/>
    <w:rsid w:val="00727B40"/>
    <w:rsid w:val="00734080"/>
    <w:rsid w:val="008276CE"/>
    <w:rsid w:val="0088006A"/>
    <w:rsid w:val="0088252D"/>
    <w:rsid w:val="00890C67"/>
    <w:rsid w:val="008A2B52"/>
    <w:rsid w:val="00925DE8"/>
    <w:rsid w:val="00933B75"/>
    <w:rsid w:val="00AB646D"/>
    <w:rsid w:val="00C0105D"/>
    <w:rsid w:val="00C11B49"/>
    <w:rsid w:val="00C1552F"/>
    <w:rsid w:val="00C65A84"/>
    <w:rsid w:val="00CB4585"/>
    <w:rsid w:val="00CF1EB6"/>
    <w:rsid w:val="00E111C5"/>
    <w:rsid w:val="00E36724"/>
    <w:rsid w:val="00ED3100"/>
    <w:rsid w:val="00F40771"/>
    <w:rsid w:val="00F75CF2"/>
    <w:rsid w:val="00FD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DE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56A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2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333</TotalTime>
  <Pages>4</Pages>
  <Words>542</Words>
  <Characters>3096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11</cp:revision>
  <cp:lastPrinted>2015-04-15T13:07:00Z</cp:lastPrinted>
  <dcterms:created xsi:type="dcterms:W3CDTF">2015-04-14T11:58:00Z</dcterms:created>
  <dcterms:modified xsi:type="dcterms:W3CDTF">2007-01-02T23:41:00Z</dcterms:modified>
</cp:coreProperties>
</file>